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1B3031" w:rsidP="003420EA">
      <w:pPr>
        <w:ind w:left="284"/>
        <w:jc w:val="both"/>
        <w:rPr>
          <w:bCs w:val="0"/>
          <w:sz w:val="24"/>
          <w:szCs w:val="24"/>
        </w:rPr>
      </w:pPr>
      <w:r>
        <w:rPr>
          <w:bCs w:val="0"/>
          <w:sz w:val="24"/>
          <w:szCs w:val="24"/>
        </w:rPr>
        <w:t>1</w:t>
      </w:r>
      <w:r w:rsidR="00444D5A">
        <w:rPr>
          <w:bCs w:val="0"/>
          <w:sz w:val="24"/>
          <w:szCs w:val="24"/>
        </w:rPr>
        <w:t>6</w:t>
      </w:r>
      <w:r w:rsidR="003420EA" w:rsidRPr="003420EA">
        <w:rPr>
          <w:bCs w:val="0"/>
          <w:sz w:val="24"/>
          <w:szCs w:val="24"/>
        </w:rPr>
        <w:t>.</w:t>
      </w:r>
      <w:r w:rsidR="003C4CC0">
        <w:rPr>
          <w:bCs w:val="0"/>
          <w:sz w:val="24"/>
          <w:szCs w:val="24"/>
        </w:rPr>
        <w:t>0</w:t>
      </w:r>
      <w:r w:rsidR="00444D5A">
        <w:rPr>
          <w:bCs w:val="0"/>
          <w:sz w:val="24"/>
          <w:szCs w:val="24"/>
        </w:rPr>
        <w:t>2</w:t>
      </w:r>
      <w:bookmarkStart w:id="0" w:name="_GoBack"/>
      <w:bookmarkEnd w:id="0"/>
      <w:r w:rsidR="003420EA" w:rsidRPr="003420EA">
        <w:rPr>
          <w:bCs w:val="0"/>
          <w:sz w:val="24"/>
          <w:szCs w:val="24"/>
        </w:rPr>
        <w:t>.202</w:t>
      </w:r>
      <w:r w:rsidR="003C4CC0">
        <w:rPr>
          <w:bCs w:val="0"/>
          <w:sz w:val="24"/>
          <w:szCs w:val="24"/>
        </w:rPr>
        <w:t>1</w:t>
      </w:r>
      <w:r w:rsidR="003420EA" w:rsidRPr="003420EA">
        <w:rPr>
          <w:bCs w:val="0"/>
          <w:sz w:val="24"/>
          <w:szCs w:val="24"/>
        </w:rPr>
        <w:t xml:space="preserve">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0B48FD">
        <w:rPr>
          <w:lang w:eastAsia="x-none"/>
        </w:rPr>
        <w:t>«О внесении изменений в Закон Новосибирской области «О выборах Губернатора Новосибирской области»</w:t>
      </w:r>
      <w:r w:rsidR="000B48FD">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DA7BEF">
        <w:rPr>
          <w:bCs w:val="0"/>
          <w:szCs w:val="20"/>
        </w:rPr>
        <w:t>Умербаев Игорь Равильевич</w:t>
      </w:r>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760D7C">
      <w:pPr>
        <w:numPr>
          <w:ilvl w:val="0"/>
          <w:numId w:val="6"/>
        </w:numPr>
        <w:tabs>
          <w:tab w:val="clear" w:pos="1818"/>
        </w:tabs>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tabs>
          <w:tab w:val="num" w:pos="142"/>
        </w:tabs>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1533CB">
      <w:pPr>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комитета  - на </w:t>
      </w:r>
      <w:r w:rsidR="00A4733D">
        <w:rPr>
          <w:bCs w:val="0"/>
          <w:szCs w:val="20"/>
        </w:rPr>
        <w:t>_</w:t>
      </w:r>
      <w:r w:rsidRPr="00D81355">
        <w:rPr>
          <w:bCs w:val="0"/>
          <w:szCs w:val="20"/>
        </w:rPr>
        <w:t xml:space="preserve"> л. в 1 экз.</w:t>
      </w:r>
    </w:p>
    <w:p w:rsidR="001533CB" w:rsidRPr="001533CB" w:rsidRDefault="001533CB" w:rsidP="001533CB">
      <w:pPr>
        <w:suppressAutoHyphens/>
        <w:jc w:val="both"/>
        <w:rPr>
          <w:bCs w:val="0"/>
        </w:rPr>
      </w:pPr>
    </w:p>
    <w:p w:rsidR="000B48FD" w:rsidRDefault="000B48FD" w:rsidP="000B48FD">
      <w:pPr>
        <w:suppressAutoHyphens/>
        <w:spacing w:line="300" w:lineRule="exact"/>
      </w:pPr>
      <w:r>
        <w:t>Председатель    комитета                                                                                 О.Н. Подойма</w:t>
      </w:r>
    </w:p>
    <w:p w:rsidR="003D3779" w:rsidRPr="00F55ABD" w:rsidRDefault="003D3779" w:rsidP="001B3031">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1A2" w:rsidRDefault="00E831A2">
      <w:r>
        <w:separator/>
      </w:r>
    </w:p>
  </w:endnote>
  <w:endnote w:type="continuationSeparator" w:id="0">
    <w:p w:rsidR="00E831A2" w:rsidRDefault="00E83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1A2" w:rsidRDefault="00E831A2">
      <w:r>
        <w:separator/>
      </w:r>
    </w:p>
  </w:footnote>
  <w:footnote w:type="continuationSeparator" w:id="0">
    <w:p w:rsidR="00E831A2" w:rsidRDefault="00E831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48FD"/>
    <w:rsid w:val="000B5986"/>
    <w:rsid w:val="000C3183"/>
    <w:rsid w:val="000E741A"/>
    <w:rsid w:val="000E7574"/>
    <w:rsid w:val="000F7083"/>
    <w:rsid w:val="00105993"/>
    <w:rsid w:val="001167F5"/>
    <w:rsid w:val="001248A8"/>
    <w:rsid w:val="001316D3"/>
    <w:rsid w:val="0013618C"/>
    <w:rsid w:val="00144CDA"/>
    <w:rsid w:val="001533CB"/>
    <w:rsid w:val="0015491A"/>
    <w:rsid w:val="00164DDA"/>
    <w:rsid w:val="00172DD2"/>
    <w:rsid w:val="001771A8"/>
    <w:rsid w:val="00180DBA"/>
    <w:rsid w:val="001A0D3D"/>
    <w:rsid w:val="001A5E97"/>
    <w:rsid w:val="001A61A4"/>
    <w:rsid w:val="001B3031"/>
    <w:rsid w:val="001B4926"/>
    <w:rsid w:val="001C2A1B"/>
    <w:rsid w:val="001D5C94"/>
    <w:rsid w:val="001E0010"/>
    <w:rsid w:val="001E1102"/>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B6541"/>
    <w:rsid w:val="002C11E8"/>
    <w:rsid w:val="002C1E02"/>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C4CC0"/>
    <w:rsid w:val="003D3779"/>
    <w:rsid w:val="003E57C5"/>
    <w:rsid w:val="003F6E76"/>
    <w:rsid w:val="004049BF"/>
    <w:rsid w:val="004077F6"/>
    <w:rsid w:val="00432D7B"/>
    <w:rsid w:val="00433D4C"/>
    <w:rsid w:val="00444D5A"/>
    <w:rsid w:val="0045009E"/>
    <w:rsid w:val="004609D8"/>
    <w:rsid w:val="0046398B"/>
    <w:rsid w:val="00467A51"/>
    <w:rsid w:val="00472854"/>
    <w:rsid w:val="004773C0"/>
    <w:rsid w:val="00486873"/>
    <w:rsid w:val="004970F5"/>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2EC2"/>
    <w:rsid w:val="009F528C"/>
    <w:rsid w:val="00A05379"/>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E648D"/>
    <w:rsid w:val="00DF40D9"/>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831A2"/>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3C2FF0"/>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72077836">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DC363-48D6-4323-970B-15A58300B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1</TotalTime>
  <Pages>1</Pages>
  <Words>258</Words>
  <Characters>1475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3</cp:revision>
  <cp:lastPrinted>2021-02-10T03:58:00Z</cp:lastPrinted>
  <dcterms:created xsi:type="dcterms:W3CDTF">2021-02-10T03:54:00Z</dcterms:created>
  <dcterms:modified xsi:type="dcterms:W3CDTF">2021-02-10T03:59:00Z</dcterms:modified>
</cp:coreProperties>
</file>